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auto"/>
          <w:lang w:val="en-GB"/>
        </w:rPr>
        <w:id w:val="9156306"/>
        <w:placeholder>
          <w:docPart w:val="4CADD9C6B8EC4AB1B65A3BC2E8668F82"/>
        </w:placeholder>
        <w:showingPlcHdr/>
      </w:sdtPr>
      <w:sdtEndPr>
        <w:rPr>
          <w:color w:val="632423" w:themeColor="accent2" w:themeShade="80"/>
        </w:rPr>
      </w:sdtEndPr>
      <w:sdtContent>
        <w:p w:rsidR="00402E3D" w:rsidRDefault="00595163" w:rsidP="00661532">
          <w:pPr>
            <w:pStyle w:val="Heading1"/>
            <w:rPr>
              <w:lang w:val="en-GB"/>
            </w:rPr>
          </w:pPr>
          <w:r w:rsidRPr="004E0AC1">
            <w:rPr>
              <w:rStyle w:val="PlaceholderText"/>
              <w:color w:val="auto"/>
            </w:rPr>
            <w:t>[Type Title]</w:t>
          </w:r>
        </w:p>
      </w:sdtContent>
    </w:sdt>
    <w:p w:rsidR="00661532" w:rsidRPr="006A15DE" w:rsidRDefault="006A15DE" w:rsidP="00661532">
      <w:pPr>
        <w:rPr>
          <w:i/>
        </w:rPr>
      </w:pPr>
      <w:r w:rsidRPr="006A15DE">
        <w:rPr>
          <w:rFonts w:ascii="Century Schoolbook" w:hAnsi="Century Schoolbook"/>
          <w:i/>
        </w:rPr>
        <w:t>It is important that the title be both brief and descriptive of your research. Readers make quick decisions as to whether they are going to invest the time to read your article largely based on the title. The title should be short (generally 15 words or less) and clearly indicate what the study is about.</w:t>
      </w:r>
    </w:p>
    <w:sdt>
      <w:sdtPr>
        <w:id w:val="9156218"/>
        <w:placeholder>
          <w:docPart w:val="69104F5C68B840D3BFFF1AC137029C8D"/>
        </w:placeholder>
        <w:showingPlcHdr/>
      </w:sdtPr>
      <w:sdtContent>
        <w:p w:rsidR="00F169C7" w:rsidRPr="004E0AC1" w:rsidRDefault="004B6320" w:rsidP="00595163">
          <w:pPr>
            <w:pStyle w:val="Subtitle"/>
          </w:pPr>
          <w:r w:rsidRPr="004E0AC1">
            <w:rPr>
              <w:rStyle w:val="PlaceholderText"/>
              <w:color w:val="auto"/>
            </w:rPr>
            <w:t>[Type Authors</w:t>
          </w:r>
          <w:r w:rsidRPr="004E0AC1">
            <w:rPr>
              <w:rStyle w:val="PlaceholderText"/>
              <w:color w:val="auto"/>
              <w:vertAlign w:val="superscript"/>
            </w:rPr>
            <w:t>1</w:t>
          </w:r>
          <w:r w:rsidRPr="004E0AC1">
            <w:rPr>
              <w:rStyle w:val="PlaceholderText"/>
              <w:color w:val="auto"/>
            </w:rPr>
            <w:t>]</w:t>
          </w:r>
        </w:p>
      </w:sdtContent>
    </w:sdt>
    <w:sdt>
      <w:sdtPr>
        <w:rPr>
          <w:color w:val="808080"/>
          <w:lang w:val="en-GB"/>
        </w:rPr>
        <w:id w:val="9156223"/>
        <w:placeholder>
          <w:docPart w:val="483E40806A764FDDA6F5505525494FD7"/>
        </w:placeholder>
        <w:showingPlcHdr/>
      </w:sdtPr>
      <w:sdtContent>
        <w:p w:rsidR="004B6320" w:rsidRDefault="004B6320" w:rsidP="00595163">
          <w:pPr>
            <w:pStyle w:val="Subtitle"/>
            <w:rPr>
              <w:lang w:val="en-GB"/>
            </w:rPr>
          </w:pPr>
          <w:r w:rsidRPr="004E0AC1">
            <w:rPr>
              <w:rStyle w:val="PlaceholderText"/>
              <w:color w:val="auto"/>
            </w:rPr>
            <w:t xml:space="preserve">[Type </w:t>
          </w:r>
          <w:r w:rsidRPr="004E0AC1">
            <w:rPr>
              <w:rStyle w:val="PlaceholderText"/>
              <w:color w:val="auto"/>
              <w:vertAlign w:val="superscript"/>
            </w:rPr>
            <w:t>1</w:t>
          </w:r>
          <w:r w:rsidR="00A56970" w:rsidRPr="004E0AC1">
            <w:rPr>
              <w:rStyle w:val="PlaceholderText"/>
              <w:color w:val="auto"/>
            </w:rPr>
            <w:t>Main Affiliations</w:t>
          </w:r>
          <w:r w:rsidRPr="004E0AC1">
            <w:rPr>
              <w:rStyle w:val="PlaceholderText"/>
              <w:color w:val="auto"/>
            </w:rPr>
            <w:t xml:space="preserve"> of Authors]</w:t>
          </w:r>
        </w:p>
      </w:sdtContent>
    </w:sdt>
    <w:p w:rsidR="00650A35" w:rsidRDefault="00650A35" w:rsidP="00650A35">
      <w:pPr>
        <w:rPr>
          <w:lang w:val="en-GB"/>
        </w:rPr>
      </w:pPr>
    </w:p>
    <w:p w:rsidR="00402E3D" w:rsidRDefault="00402E3D" w:rsidP="007C58D2">
      <w:pPr>
        <w:pStyle w:val="Heading1"/>
        <w:rPr>
          <w:lang w:val="en-GB"/>
        </w:rPr>
      </w:pPr>
      <w:r w:rsidRPr="00F33775">
        <w:rPr>
          <w:lang w:val="en-GB"/>
        </w:rPr>
        <w:t>Abstract</w:t>
      </w:r>
    </w:p>
    <w:p w:rsidR="007C58D2" w:rsidRPr="006A15DE" w:rsidRDefault="00127BE6" w:rsidP="007C58D2">
      <w:pPr>
        <w:rPr>
          <w:b/>
          <w:i/>
          <w:lang w:val="en-GB"/>
        </w:rPr>
      </w:pPr>
      <w:r w:rsidRPr="006A15DE">
        <w:rPr>
          <w:b/>
          <w:i/>
          <w:lang w:val="en-GB"/>
        </w:rPr>
        <w:t>In no more than 2 paragraph</w:t>
      </w:r>
      <w:r w:rsidR="000600ED" w:rsidRPr="006A15DE">
        <w:rPr>
          <w:b/>
          <w:i/>
          <w:lang w:val="en-GB"/>
        </w:rPr>
        <w:t xml:space="preserve">s, explain the purpose/rationale, methods, </w:t>
      </w:r>
      <w:proofErr w:type="gramStart"/>
      <w:r w:rsidR="000600ED" w:rsidRPr="006A15DE">
        <w:rPr>
          <w:b/>
          <w:i/>
          <w:lang w:val="en-GB"/>
        </w:rPr>
        <w:t>results</w:t>
      </w:r>
      <w:proofErr w:type="gramEnd"/>
      <w:r w:rsidR="000600ED" w:rsidRPr="006A15DE">
        <w:rPr>
          <w:b/>
          <w:i/>
          <w:lang w:val="en-GB"/>
        </w:rPr>
        <w:t>, conclusions of the correlation or t-test study.</w:t>
      </w:r>
    </w:p>
    <w:p w:rsidR="005053D3" w:rsidRDefault="006A15DE">
      <w:pPr>
        <w:rPr>
          <w:lang w:val="en-GB"/>
        </w:rPr>
      </w:pPr>
      <w:r w:rsidRPr="006A15DE">
        <w:rPr>
          <w:rFonts w:ascii="Century Schoolbook" w:hAnsi="Century Schoolbook"/>
          <w:i/>
        </w:rPr>
        <w:t>The abstract serves two major purposes: it helps a person decide whether to read the report, and it provides the reader with a framework for understanding the report if they decide to read it. Thus, your abstract should describe the most important aspects of the study within the word-limit provided by the journal. As appropriate for your research, try to include a statement of the problem, the people you studied, the dependent and independent variables, the instruments, the design, major findings, and conclusions.</w:t>
      </w:r>
      <w:r w:rsidR="005053D3">
        <w:rPr>
          <w:lang w:val="en-GB"/>
        </w:rPr>
        <w:br w:type="page"/>
      </w:r>
    </w:p>
    <w:p w:rsidR="00402E3D" w:rsidRDefault="00DF3943" w:rsidP="007C58D2">
      <w:pPr>
        <w:pStyle w:val="Heading1"/>
        <w:rPr>
          <w:lang w:val="en-GB"/>
        </w:rPr>
      </w:pPr>
      <w:r>
        <w:rPr>
          <w:lang w:val="en-GB"/>
        </w:rPr>
        <w:lastRenderedPageBreak/>
        <w:t>Introduction &amp; Brief Literature Review</w:t>
      </w:r>
    </w:p>
    <w:p w:rsidR="006A15DE" w:rsidRPr="006A15DE" w:rsidRDefault="00127BE6" w:rsidP="00EE5838">
      <w:pPr>
        <w:rPr>
          <w:b/>
          <w:i/>
          <w:lang w:val="en-GB"/>
        </w:rPr>
      </w:pPr>
      <w:r w:rsidRPr="006A15DE">
        <w:rPr>
          <w:b/>
          <w:i/>
          <w:lang w:val="en-GB"/>
        </w:rPr>
        <w:t xml:space="preserve">What is the aim of your study?  </w:t>
      </w:r>
      <w:r w:rsidR="006A15DE" w:rsidRPr="006A15DE">
        <w:rPr>
          <w:b/>
          <w:i/>
          <w:lang w:val="en-GB"/>
        </w:rPr>
        <w:t>What are you attempting to prove?</w:t>
      </w:r>
    </w:p>
    <w:p w:rsidR="006A15DE" w:rsidRPr="006A15DE" w:rsidRDefault="00127BE6" w:rsidP="00EE5838">
      <w:pPr>
        <w:rPr>
          <w:b/>
          <w:i/>
          <w:lang w:val="en-GB"/>
        </w:rPr>
      </w:pPr>
      <w:r w:rsidRPr="006A15DE">
        <w:rPr>
          <w:b/>
          <w:i/>
          <w:lang w:val="en-GB"/>
        </w:rPr>
        <w:t>What is the background of the topic?  Use your reviewed articles and your own web search to write</w:t>
      </w:r>
    </w:p>
    <w:p w:rsidR="006A15DE" w:rsidRPr="006A15DE" w:rsidRDefault="006A15DE" w:rsidP="00EE5838">
      <w:pPr>
        <w:rPr>
          <w:i/>
          <w:lang w:val="en-GB"/>
        </w:rPr>
      </w:pPr>
    </w:p>
    <w:p w:rsidR="006A15DE" w:rsidRPr="006A15DE" w:rsidRDefault="006A15DE" w:rsidP="006A15DE">
      <w:pPr>
        <w:pStyle w:val="NormalWeb"/>
        <w:rPr>
          <w:rFonts w:ascii="Century Schoolbook" w:hAnsi="Century Schoolbook"/>
          <w:i/>
        </w:rPr>
      </w:pPr>
      <w:r w:rsidRPr="006A15DE">
        <w:rPr>
          <w:rFonts w:ascii="Century Schoolbook" w:hAnsi="Century Schoolbook"/>
          <w:i/>
        </w:rPr>
        <w:t xml:space="preserve">You will start your report with a paragraph presenting the investigated problem, the importance of the study, and an overview of your research strategy. </w:t>
      </w:r>
    </w:p>
    <w:p w:rsidR="006A15DE" w:rsidRPr="006A15DE" w:rsidRDefault="006A15DE" w:rsidP="006A15DE">
      <w:pPr>
        <w:pStyle w:val="NormalWeb"/>
        <w:rPr>
          <w:rFonts w:ascii="Century Schoolbook" w:hAnsi="Century Schoolbook"/>
          <w:i/>
        </w:rPr>
      </w:pPr>
      <w:r w:rsidRPr="006A15DE">
        <w:rPr>
          <w:rFonts w:ascii="Century Schoolbook" w:hAnsi="Century Schoolbook"/>
          <w:i/>
        </w:rPr>
        <w:t>The introductory paragraph will be followed by a brief review of the literature. Show how your research builds on prior knowledge by presenting and evaluating what is already known about your research problem. Assume that the readers possess a broad knowledge of the field, but not the cited articles, books and papers. Discuss the findings of works that are pertinent to your specific issue. You will not need to elaborate on methods of previous research.</w:t>
      </w:r>
    </w:p>
    <w:p w:rsidR="006A15DE" w:rsidRPr="006A15DE" w:rsidRDefault="006A15DE" w:rsidP="006A15DE">
      <w:pPr>
        <w:pStyle w:val="NormalWeb"/>
        <w:rPr>
          <w:rFonts w:ascii="Century Schoolbook" w:hAnsi="Century Schoolbook"/>
          <w:i/>
        </w:rPr>
      </w:pPr>
      <w:r w:rsidRPr="006A15DE">
        <w:rPr>
          <w:rFonts w:ascii="Century Schoolbook" w:hAnsi="Century Schoolbook"/>
          <w:i/>
        </w:rPr>
        <w:t xml:space="preserve">The goal of the introduction and literature review is to demonstrate "the logical continuity between previous and present </w:t>
      </w:r>
      <w:proofErr w:type="gramStart"/>
      <w:r w:rsidRPr="006A15DE">
        <w:rPr>
          <w:rFonts w:ascii="Century Schoolbook" w:hAnsi="Century Schoolbook"/>
          <w:i/>
        </w:rPr>
        <w:t>work</w:t>
      </w:r>
      <w:proofErr w:type="gramEnd"/>
      <w:r w:rsidRPr="006A15DE">
        <w:rPr>
          <w:rFonts w:ascii="Century Schoolbook" w:hAnsi="Century Schoolbook"/>
          <w:i/>
        </w:rPr>
        <w:t xml:space="preserve">" (APA, 1994, p. 11). This does not mean you need to provide an exhaustive historical review. Analyze the relationships among the related studies instead of presenting a series of seemingly unrelated abstracts or annotations. The introduction should motivate the study. The reader should understand why the problem was researched and why the study represents a contribution to existing knowledge. </w:t>
      </w:r>
    </w:p>
    <w:p w:rsidR="00EE5838" w:rsidRPr="00F33775" w:rsidRDefault="00EE5838" w:rsidP="00EE5838">
      <w:pPr>
        <w:rPr>
          <w:lang w:val="en-GB"/>
        </w:rPr>
      </w:pPr>
    </w:p>
    <w:p w:rsidR="007C58D2" w:rsidRDefault="007C58D2" w:rsidP="007C58D2">
      <w:pPr>
        <w:pStyle w:val="Heading1"/>
        <w:rPr>
          <w:lang w:val="en-GB"/>
        </w:rPr>
      </w:pPr>
      <w:r>
        <w:rPr>
          <w:lang w:val="en-GB"/>
        </w:rPr>
        <w:t>Materials and Methods</w:t>
      </w:r>
    </w:p>
    <w:p w:rsidR="00EE5838" w:rsidRPr="00EE5838" w:rsidRDefault="00EE5838" w:rsidP="00EE5838">
      <w:pPr>
        <w:rPr>
          <w:lang w:val="en-GB"/>
        </w:rPr>
      </w:pPr>
    </w:p>
    <w:p w:rsidR="00402E3D" w:rsidRPr="00803B5F" w:rsidRDefault="00127BE6" w:rsidP="007C58D2">
      <w:pPr>
        <w:rPr>
          <w:b/>
          <w:i/>
          <w:lang w:val="en-GB"/>
        </w:rPr>
      </w:pPr>
      <w:r w:rsidRPr="00803B5F">
        <w:rPr>
          <w:b/>
          <w:i/>
          <w:lang w:val="en-GB"/>
        </w:rPr>
        <w:t>Based on the description with the data set, what materials/methods were used to collect the data</w:t>
      </w:r>
      <w:r w:rsidR="006A15DE" w:rsidRPr="00803B5F">
        <w:rPr>
          <w:b/>
          <w:i/>
          <w:lang w:val="en-GB"/>
        </w:rPr>
        <w:t>.  Provide as much detail as you are able.</w:t>
      </w:r>
    </w:p>
    <w:p w:rsidR="006A15DE" w:rsidRDefault="006A15DE" w:rsidP="007C58D2">
      <w:pPr>
        <w:rPr>
          <w:rFonts w:ascii="Century Schoolbook" w:hAnsi="Century Schoolbook"/>
          <w:i/>
        </w:rPr>
      </w:pPr>
    </w:p>
    <w:p w:rsidR="006A15DE" w:rsidRPr="00803B5F" w:rsidRDefault="00803B5F" w:rsidP="007C58D2">
      <w:pPr>
        <w:rPr>
          <w:i/>
          <w:lang w:val="en-GB"/>
        </w:rPr>
      </w:pPr>
      <w:r w:rsidRPr="00803B5F">
        <w:rPr>
          <w:rFonts w:ascii="Century Schoolbook" w:hAnsi="Century Schoolbook"/>
          <w:i/>
        </w:rPr>
        <w:t>A description of your instruments, including all surveys, tests, questionnaires, interview forms, and other tools used to provide data, should appear in the materials subsection.</w:t>
      </w:r>
    </w:p>
    <w:p w:rsidR="005F3360" w:rsidRDefault="005F3360" w:rsidP="007C58D2">
      <w:pPr>
        <w:pStyle w:val="Heading2"/>
        <w:rPr>
          <w:lang w:val="en-GB"/>
        </w:rPr>
      </w:pPr>
    </w:p>
    <w:p w:rsidR="005F3360" w:rsidRDefault="005F3360" w:rsidP="007C58D2">
      <w:pPr>
        <w:pStyle w:val="Heading2"/>
        <w:rPr>
          <w:lang w:val="en-GB"/>
        </w:rPr>
      </w:pPr>
    </w:p>
    <w:p w:rsidR="00402E3D" w:rsidRDefault="00402E3D" w:rsidP="007C58D2">
      <w:pPr>
        <w:pStyle w:val="Heading2"/>
        <w:rPr>
          <w:lang w:val="en-GB"/>
        </w:rPr>
      </w:pPr>
      <w:r w:rsidRPr="00F33775">
        <w:rPr>
          <w:lang w:val="en-GB"/>
        </w:rPr>
        <w:lastRenderedPageBreak/>
        <w:t>Subjects</w:t>
      </w:r>
    </w:p>
    <w:p w:rsidR="008177E0" w:rsidRPr="008177E0" w:rsidRDefault="008177E0" w:rsidP="008177E0">
      <w:pPr>
        <w:rPr>
          <w:lang w:val="en-GB"/>
        </w:rPr>
      </w:pPr>
    </w:p>
    <w:p w:rsidR="00BD1EF5" w:rsidRPr="00803B5F" w:rsidRDefault="00127BE6" w:rsidP="00127BE6">
      <w:pPr>
        <w:rPr>
          <w:b/>
          <w:i/>
          <w:lang w:val="en-GB"/>
        </w:rPr>
      </w:pPr>
      <w:r w:rsidRPr="00803B5F">
        <w:rPr>
          <w:b/>
          <w:i/>
          <w:lang w:val="en-GB"/>
        </w:rPr>
        <w:t>Who is the sample?  How is the sample described in the data set description?</w:t>
      </w:r>
      <w:r w:rsidR="00803B5F" w:rsidRPr="00803B5F">
        <w:rPr>
          <w:b/>
          <w:i/>
          <w:lang w:val="en-GB"/>
        </w:rPr>
        <w:t xml:space="preserve"> Provide as much detail as you are able.</w:t>
      </w:r>
    </w:p>
    <w:p w:rsidR="00803B5F" w:rsidRPr="00803B5F" w:rsidRDefault="00803B5F" w:rsidP="00803B5F">
      <w:pPr>
        <w:rPr>
          <w:rFonts w:ascii="Century Schoolbook" w:hAnsi="Century Schoolbook"/>
          <w:i/>
        </w:rPr>
      </w:pPr>
      <w:r w:rsidRPr="00803B5F">
        <w:rPr>
          <w:rFonts w:ascii="Century Schoolbook" w:hAnsi="Century Schoolbook"/>
          <w:i/>
        </w:rPr>
        <w:t xml:space="preserve">Describe your sample with sufficient detail so that it is clear what population(s) the sample represents. A discussion of how the sample was formed is needed for </w:t>
      </w:r>
      <w:proofErr w:type="spellStart"/>
      <w:r w:rsidRPr="00803B5F">
        <w:rPr>
          <w:rFonts w:ascii="Century Schoolbook" w:hAnsi="Century Schoolbook"/>
          <w:i/>
        </w:rPr>
        <w:t>replicability</w:t>
      </w:r>
      <w:proofErr w:type="spellEnd"/>
      <w:r w:rsidRPr="00803B5F">
        <w:rPr>
          <w:rFonts w:ascii="Century Schoolbook" w:hAnsi="Century Schoolbook"/>
          <w:i/>
        </w:rPr>
        <w:t xml:space="preserve"> and understanding your study. </w:t>
      </w:r>
    </w:p>
    <w:p w:rsidR="000600ED" w:rsidRDefault="000600ED" w:rsidP="00127BE6">
      <w:pPr>
        <w:rPr>
          <w:lang w:val="en-GB"/>
        </w:rPr>
      </w:pPr>
    </w:p>
    <w:p w:rsidR="00402E3D" w:rsidRDefault="00402E3D" w:rsidP="007C58D2">
      <w:pPr>
        <w:pStyle w:val="Heading2"/>
        <w:rPr>
          <w:lang w:val="en-GB"/>
        </w:rPr>
      </w:pPr>
      <w:r w:rsidRPr="00F33775">
        <w:rPr>
          <w:lang w:val="en-GB"/>
        </w:rPr>
        <w:t>Data analysis</w:t>
      </w:r>
    </w:p>
    <w:p w:rsidR="00EE5838" w:rsidRDefault="00127BE6" w:rsidP="00EE5838">
      <w:pPr>
        <w:rPr>
          <w:b/>
          <w:i/>
          <w:lang w:val="en-GB"/>
        </w:rPr>
      </w:pPr>
      <w:r w:rsidRPr="00803B5F">
        <w:rPr>
          <w:b/>
          <w:i/>
          <w:lang w:val="en-GB"/>
        </w:rPr>
        <w:t>What statistics were computed?  Why?  What were you attempting to prove?  What were your hypothes</w:t>
      </w:r>
      <w:r w:rsidR="000600ED" w:rsidRPr="00803B5F">
        <w:rPr>
          <w:b/>
          <w:i/>
          <w:lang w:val="en-GB"/>
        </w:rPr>
        <w:t>e</w:t>
      </w:r>
      <w:r w:rsidRPr="00803B5F">
        <w:rPr>
          <w:b/>
          <w:i/>
          <w:lang w:val="en-GB"/>
        </w:rPr>
        <w:t>s</w:t>
      </w:r>
      <w:r w:rsidR="000600ED" w:rsidRPr="00803B5F">
        <w:rPr>
          <w:b/>
          <w:i/>
          <w:lang w:val="en-GB"/>
        </w:rPr>
        <w:t xml:space="preserve">?  </w:t>
      </w:r>
    </w:p>
    <w:p w:rsidR="00BC57EA" w:rsidRDefault="00BC57EA" w:rsidP="00EE5838">
      <w:pPr>
        <w:rPr>
          <w:i/>
          <w:lang w:val="en-GB"/>
        </w:rPr>
      </w:pPr>
      <w:r>
        <w:rPr>
          <w:i/>
          <w:lang w:val="en-GB"/>
        </w:rPr>
        <w:t>Example</w:t>
      </w:r>
      <w:r w:rsidR="0009012B" w:rsidRPr="00BC57EA">
        <w:rPr>
          <w:i/>
          <w:lang w:val="en-GB"/>
        </w:rPr>
        <w:t>:</w:t>
      </w:r>
      <w:r w:rsidR="0009012B">
        <w:rPr>
          <w:i/>
          <w:lang w:val="en-GB"/>
        </w:rPr>
        <w:t xml:space="preserve"> (You will duplicate this information for each hypothesis)</w:t>
      </w:r>
      <w:r>
        <w:rPr>
          <w:i/>
          <w:lang w:val="en-GB"/>
        </w:rPr>
        <w:t xml:space="preserve"> </w:t>
      </w:r>
    </w:p>
    <w:p w:rsidR="00BC57EA" w:rsidRDefault="00BC57EA" w:rsidP="00EE5838">
      <w:pPr>
        <w:rPr>
          <w:i/>
          <w:lang w:val="en-GB"/>
        </w:rPr>
      </w:pPr>
      <w:r>
        <w:rPr>
          <w:i/>
          <w:lang w:val="en-GB"/>
        </w:rPr>
        <w:t>Hypothes</w:t>
      </w:r>
      <w:r w:rsidR="0009012B">
        <w:rPr>
          <w:i/>
          <w:lang w:val="en-GB"/>
        </w:rPr>
        <w:t>i</w:t>
      </w:r>
      <w:r>
        <w:rPr>
          <w:i/>
          <w:lang w:val="en-GB"/>
        </w:rPr>
        <w:t>s</w:t>
      </w:r>
      <w:r w:rsidR="0009012B">
        <w:rPr>
          <w:i/>
          <w:lang w:val="en-GB"/>
        </w:rPr>
        <w:t xml:space="preserve"> 1</w:t>
      </w:r>
      <w:r>
        <w:rPr>
          <w:i/>
          <w:lang w:val="en-GB"/>
        </w:rPr>
        <w:t>:</w:t>
      </w:r>
    </w:p>
    <w:p w:rsidR="00BC57EA" w:rsidRDefault="00BC57EA" w:rsidP="00EE5838">
      <w:pPr>
        <w:rPr>
          <w:i/>
          <w:lang w:val="en-GB"/>
        </w:rPr>
      </w:pPr>
      <w:r>
        <w:rPr>
          <w:i/>
          <w:lang w:val="en-GB"/>
        </w:rPr>
        <w:t xml:space="preserve">Null Hypothesis:  There is no </w:t>
      </w:r>
      <w:r w:rsidR="00FF430C">
        <w:rPr>
          <w:i/>
          <w:lang w:val="en-GB"/>
        </w:rPr>
        <w:t xml:space="preserve">relationship between the height and weight of </w:t>
      </w:r>
      <w:r>
        <w:rPr>
          <w:i/>
          <w:lang w:val="en-GB"/>
        </w:rPr>
        <w:t>shells.</w:t>
      </w:r>
    </w:p>
    <w:p w:rsidR="00BC57EA" w:rsidRDefault="00BC57EA" w:rsidP="00EE5838">
      <w:pPr>
        <w:rPr>
          <w:i/>
          <w:lang w:val="en-GB"/>
        </w:rPr>
      </w:pPr>
      <w:r>
        <w:rPr>
          <w:i/>
          <w:lang w:val="en-GB"/>
        </w:rPr>
        <w:t xml:space="preserve">Alternative Hypothesis:  There is a </w:t>
      </w:r>
      <w:r w:rsidR="00FF430C">
        <w:rPr>
          <w:i/>
          <w:lang w:val="en-GB"/>
        </w:rPr>
        <w:t>relationship</w:t>
      </w:r>
      <w:r>
        <w:rPr>
          <w:i/>
          <w:lang w:val="en-GB"/>
        </w:rPr>
        <w:t xml:space="preserve"> between the height</w:t>
      </w:r>
      <w:r w:rsidR="00FF430C">
        <w:rPr>
          <w:i/>
          <w:lang w:val="en-GB"/>
        </w:rPr>
        <w:t xml:space="preserve"> and weight </w:t>
      </w:r>
      <w:r>
        <w:rPr>
          <w:i/>
          <w:lang w:val="en-GB"/>
        </w:rPr>
        <w:t>of shells.</w:t>
      </w:r>
    </w:p>
    <w:p w:rsidR="0009012B" w:rsidRDefault="0009012B" w:rsidP="00BC57EA">
      <w:pPr>
        <w:rPr>
          <w:i/>
          <w:lang w:val="en-GB"/>
        </w:rPr>
      </w:pPr>
    </w:p>
    <w:p w:rsidR="0009012B" w:rsidRDefault="0009012B" w:rsidP="00BC57EA">
      <w:pPr>
        <w:rPr>
          <w:i/>
          <w:lang w:val="en-GB"/>
        </w:rPr>
      </w:pPr>
    </w:p>
    <w:p w:rsidR="00415701" w:rsidRPr="00F33775" w:rsidRDefault="00FF430C" w:rsidP="00BC57EA">
      <w:pPr>
        <w:rPr>
          <w:lang w:val="en-GB"/>
        </w:rPr>
      </w:pPr>
      <w:r>
        <w:rPr>
          <w:i/>
          <w:lang w:val="en-GB"/>
        </w:rPr>
        <w:t>I conducted a</w:t>
      </w:r>
      <w:r w:rsidR="00852835">
        <w:rPr>
          <w:i/>
          <w:lang w:val="en-GB"/>
        </w:rPr>
        <w:t xml:space="preserve"> </w:t>
      </w:r>
      <w:r>
        <w:rPr>
          <w:i/>
          <w:lang w:val="en-GB"/>
        </w:rPr>
        <w:t>correlation study.</w:t>
      </w:r>
      <w:r w:rsidR="00BC57EA">
        <w:rPr>
          <w:i/>
          <w:lang w:val="en-GB"/>
        </w:rPr>
        <w:t xml:space="preserve"> The alpha level threshold is set at 0.05.  Using Excel, I calculated the appropriate statistic, </w:t>
      </w:r>
      <w:r>
        <w:rPr>
          <w:i/>
          <w:lang w:val="en-GB"/>
        </w:rPr>
        <w:t>r</w:t>
      </w:r>
      <w:r w:rsidR="00BC57EA">
        <w:rPr>
          <w:i/>
          <w:lang w:val="en-GB"/>
        </w:rPr>
        <w:t>, the corresponding degrees of freedom</w:t>
      </w:r>
      <w:r>
        <w:rPr>
          <w:i/>
          <w:lang w:val="en-GB"/>
        </w:rPr>
        <w:t>, and the amount of variance explained</w:t>
      </w:r>
      <w:r w:rsidR="00BC57EA">
        <w:rPr>
          <w:i/>
          <w:lang w:val="en-GB"/>
        </w:rPr>
        <w:t>.</w:t>
      </w:r>
    </w:p>
    <w:p w:rsidR="00402E3D" w:rsidRDefault="00402E3D" w:rsidP="007C58D2">
      <w:pPr>
        <w:pStyle w:val="Heading1"/>
        <w:rPr>
          <w:lang w:val="en-GB"/>
        </w:rPr>
      </w:pPr>
      <w:r w:rsidRPr="00F33775">
        <w:rPr>
          <w:lang w:val="en-GB"/>
        </w:rPr>
        <w:t>Results</w:t>
      </w:r>
    </w:p>
    <w:p w:rsidR="00F2508C" w:rsidRPr="00803B5F" w:rsidRDefault="00127BE6" w:rsidP="00F2508C">
      <w:pPr>
        <w:rPr>
          <w:b/>
          <w:i/>
          <w:lang w:val="en-GB"/>
        </w:rPr>
      </w:pPr>
      <w:r w:rsidRPr="00803B5F">
        <w:rPr>
          <w:b/>
          <w:i/>
          <w:lang w:val="en-GB"/>
        </w:rPr>
        <w:t>What are the results of your statistical analysis?</w:t>
      </w:r>
    </w:p>
    <w:p w:rsidR="00415701" w:rsidRPr="00BC57EA" w:rsidRDefault="00BC57EA" w:rsidP="00415701">
      <w:pPr>
        <w:tabs>
          <w:tab w:val="left" w:pos="4530"/>
        </w:tabs>
        <w:rPr>
          <w:i/>
          <w:lang w:val="en-GB"/>
        </w:rPr>
      </w:pPr>
      <w:r w:rsidRPr="00BC57EA">
        <w:rPr>
          <w:i/>
          <w:lang w:val="en-GB"/>
        </w:rPr>
        <w:t>Example:</w:t>
      </w:r>
      <w:r w:rsidR="00F7777F">
        <w:rPr>
          <w:i/>
          <w:lang w:val="en-GB"/>
        </w:rPr>
        <w:t xml:space="preserve"> (You will duplicate this information for each hypothesis)</w:t>
      </w:r>
    </w:p>
    <w:p w:rsidR="0009012B" w:rsidRDefault="0009012B" w:rsidP="00415701">
      <w:pPr>
        <w:tabs>
          <w:tab w:val="left" w:pos="4530"/>
        </w:tabs>
        <w:rPr>
          <w:i/>
          <w:lang w:val="en-GB"/>
        </w:rPr>
      </w:pPr>
      <w:r>
        <w:rPr>
          <w:i/>
          <w:lang w:val="en-GB"/>
        </w:rPr>
        <w:t>Results 1:</w:t>
      </w:r>
    </w:p>
    <w:p w:rsidR="00BC57EA" w:rsidRPr="004E0AC1" w:rsidRDefault="00BC57EA" w:rsidP="00415701">
      <w:pPr>
        <w:tabs>
          <w:tab w:val="left" w:pos="4530"/>
        </w:tabs>
        <w:rPr>
          <w:i/>
          <w:lang w:val="en-GB"/>
        </w:rPr>
      </w:pPr>
      <w:r w:rsidRPr="004E0AC1">
        <w:rPr>
          <w:i/>
          <w:lang w:val="en-GB"/>
        </w:rPr>
        <w:t xml:space="preserve">Using Excel, I </w:t>
      </w:r>
      <w:r w:rsidR="00BF1AE4" w:rsidRPr="004E0AC1">
        <w:rPr>
          <w:i/>
          <w:lang w:val="en-GB"/>
        </w:rPr>
        <w:t xml:space="preserve">conducted a </w:t>
      </w:r>
      <w:r w:rsidR="00FF430C" w:rsidRPr="004E0AC1">
        <w:rPr>
          <w:i/>
          <w:lang w:val="en-GB"/>
        </w:rPr>
        <w:t xml:space="preserve">correlation study </w:t>
      </w:r>
      <w:r w:rsidR="00BF1AE4" w:rsidRPr="004E0AC1">
        <w:rPr>
          <w:i/>
          <w:lang w:val="en-GB"/>
        </w:rPr>
        <w:t>with the following findings:</w:t>
      </w:r>
    </w:p>
    <w:p w:rsidR="00BF1AE4" w:rsidRPr="004E0AC1" w:rsidRDefault="00FF430C" w:rsidP="00415701">
      <w:pPr>
        <w:tabs>
          <w:tab w:val="left" w:pos="4530"/>
        </w:tabs>
        <w:rPr>
          <w:i/>
          <w:lang w:val="en-GB"/>
        </w:rPr>
      </w:pPr>
      <w:proofErr w:type="gramStart"/>
      <w:r w:rsidRPr="004E0AC1">
        <w:rPr>
          <w:i/>
          <w:lang w:val="en-GB"/>
        </w:rPr>
        <w:t>r</w:t>
      </w:r>
      <w:r w:rsidR="00BF1AE4" w:rsidRPr="004E0AC1">
        <w:rPr>
          <w:i/>
          <w:vertAlign w:val="subscript"/>
          <w:lang w:val="en-GB"/>
        </w:rPr>
        <w:t>(</w:t>
      </w:r>
      <w:proofErr w:type="gramEnd"/>
      <w:r w:rsidR="00BF1AE4" w:rsidRPr="004E0AC1">
        <w:rPr>
          <w:i/>
          <w:vertAlign w:val="subscript"/>
          <w:lang w:val="en-GB"/>
        </w:rPr>
        <w:t xml:space="preserve">17) </w:t>
      </w:r>
      <w:r w:rsidRPr="004E0AC1">
        <w:rPr>
          <w:i/>
          <w:lang w:val="en-GB"/>
        </w:rPr>
        <w:t>= 0.4</w:t>
      </w:r>
      <w:r w:rsidR="00BF1AE4" w:rsidRPr="004E0AC1">
        <w:rPr>
          <w:i/>
          <w:lang w:val="en-GB"/>
        </w:rPr>
        <w:t>53, p &lt; .05</w:t>
      </w:r>
      <w:r w:rsidRPr="004E0AC1">
        <w:rPr>
          <w:i/>
          <w:lang w:val="en-GB"/>
        </w:rPr>
        <w:t>, r</w:t>
      </w:r>
      <w:r w:rsidRPr="007E6827">
        <w:rPr>
          <w:i/>
          <w:vertAlign w:val="superscript"/>
          <w:lang w:val="en-GB"/>
        </w:rPr>
        <w:t>2</w:t>
      </w:r>
      <w:r w:rsidRPr="004E0AC1">
        <w:rPr>
          <w:i/>
          <w:lang w:val="en-GB"/>
        </w:rPr>
        <w:t xml:space="preserve"> = 0.205</w:t>
      </w:r>
      <w:bookmarkStart w:id="0" w:name="_GoBack"/>
      <w:bookmarkEnd w:id="0"/>
    </w:p>
    <w:p w:rsidR="00BF1AE4" w:rsidRDefault="00BF1AE4" w:rsidP="00415701">
      <w:pPr>
        <w:tabs>
          <w:tab w:val="left" w:pos="4530"/>
        </w:tabs>
        <w:rPr>
          <w:i/>
          <w:lang w:val="en-GB"/>
        </w:rPr>
      </w:pPr>
      <w:r w:rsidRPr="004E0AC1">
        <w:rPr>
          <w:i/>
          <w:lang w:val="en-GB"/>
        </w:rPr>
        <w:t>I reject the null hypothesis because the p value is lower than the threshold alpha.  There is a significant</w:t>
      </w:r>
      <w:r w:rsidR="00FF430C" w:rsidRPr="004E0AC1">
        <w:rPr>
          <w:i/>
          <w:lang w:val="en-GB"/>
        </w:rPr>
        <w:t>, direct</w:t>
      </w:r>
      <w:r w:rsidR="005F3360">
        <w:rPr>
          <w:i/>
          <w:lang w:val="en-GB"/>
        </w:rPr>
        <w:t xml:space="preserve"> </w:t>
      </w:r>
      <w:r w:rsidR="00FF430C" w:rsidRPr="004E0AC1">
        <w:rPr>
          <w:i/>
          <w:lang w:val="en-GB"/>
        </w:rPr>
        <w:t>relationship between the height and weight of shells.</w:t>
      </w:r>
    </w:p>
    <w:p w:rsidR="005F3360" w:rsidRDefault="002213F1" w:rsidP="00F7777F">
      <w:pPr>
        <w:tabs>
          <w:tab w:val="left" w:pos="4530"/>
        </w:tabs>
        <w:rPr>
          <w:i/>
          <w:lang w:val="en-GB"/>
        </w:rPr>
      </w:pPr>
      <w:r>
        <w:rPr>
          <w:i/>
          <w:lang w:val="en-GB"/>
        </w:rPr>
        <w:t xml:space="preserve">The prediction line for this relationship </w:t>
      </w:r>
      <w:proofErr w:type="gramStart"/>
      <w:r>
        <w:rPr>
          <w:i/>
          <w:lang w:val="en-GB"/>
        </w:rPr>
        <w:t>is  ŷ</w:t>
      </w:r>
      <w:proofErr w:type="gramEnd"/>
      <w:r>
        <w:rPr>
          <w:i/>
          <w:lang w:val="en-GB"/>
        </w:rPr>
        <w:t>= .273x + 1.45.</w:t>
      </w:r>
    </w:p>
    <w:p w:rsidR="00402E3D" w:rsidRDefault="00402E3D" w:rsidP="007C58D2">
      <w:pPr>
        <w:pStyle w:val="Heading1"/>
        <w:rPr>
          <w:lang w:val="en-GB"/>
        </w:rPr>
      </w:pPr>
      <w:r w:rsidRPr="00F33775">
        <w:rPr>
          <w:lang w:val="en-GB"/>
        </w:rPr>
        <w:lastRenderedPageBreak/>
        <w:t>Discussion</w:t>
      </w:r>
    </w:p>
    <w:p w:rsidR="00661532" w:rsidRPr="00803B5F" w:rsidRDefault="00127BE6" w:rsidP="00661532">
      <w:pPr>
        <w:rPr>
          <w:b/>
          <w:i/>
          <w:lang w:val="en-GB"/>
        </w:rPr>
      </w:pPr>
      <w:r w:rsidRPr="00803B5F">
        <w:rPr>
          <w:b/>
          <w:i/>
          <w:lang w:val="en-GB"/>
        </w:rPr>
        <w:t xml:space="preserve">Summarize your findings.  How would you interpret your findings for each hypothesis?  </w:t>
      </w:r>
      <w:r w:rsidR="000600ED" w:rsidRPr="00803B5F">
        <w:rPr>
          <w:b/>
          <w:i/>
          <w:lang w:val="en-GB"/>
        </w:rPr>
        <w:t>State your conclusions and key points to take away from the study.</w:t>
      </w:r>
    </w:p>
    <w:p w:rsidR="00402E3D" w:rsidRPr="00803B5F" w:rsidRDefault="00803B5F" w:rsidP="00415701">
      <w:pPr>
        <w:tabs>
          <w:tab w:val="left" w:pos="4530"/>
        </w:tabs>
        <w:rPr>
          <w:rFonts w:ascii="Century Schoolbook" w:hAnsi="Century Schoolbook"/>
          <w:i/>
        </w:rPr>
      </w:pPr>
      <w:r w:rsidRPr="00803B5F">
        <w:rPr>
          <w:rFonts w:ascii="Century Schoolbook" w:hAnsi="Century Schoolbook"/>
          <w:i/>
        </w:rPr>
        <w:t xml:space="preserve">Discuss and interpret your data for the reader, tell the reader of the implications of your findings and make recommendations. Do not be afraid to state your opinions.  </w:t>
      </w:r>
    </w:p>
    <w:p w:rsidR="00803B5F" w:rsidRPr="00803B5F" w:rsidRDefault="00803B5F" w:rsidP="00415701">
      <w:pPr>
        <w:tabs>
          <w:tab w:val="left" w:pos="4530"/>
        </w:tabs>
        <w:rPr>
          <w:rFonts w:ascii="Century Schoolbook" w:hAnsi="Century Schoolbook"/>
          <w:i/>
        </w:rPr>
      </w:pPr>
      <w:r w:rsidRPr="00803B5F">
        <w:rPr>
          <w:rFonts w:ascii="Century Schoolbook" w:hAnsi="Century Schoolbook"/>
          <w:i/>
        </w:rPr>
        <w:t>Many authors chose to begin the discussion section by highlighting key results. Return to the specific problem you investigated and tell the reader what you now think and why. Describe how your findings are similar or dissimilar to previous studies. Draw your conclusions, but be careful, however, not to over generalize your results. Your conclusions should be warranted by your study and your data and sample.</w:t>
      </w:r>
    </w:p>
    <w:p w:rsidR="00661532" w:rsidRPr="007C58D2" w:rsidRDefault="00661532" w:rsidP="00661532">
      <w:pPr>
        <w:rPr>
          <w:lang w:val="en-GB"/>
        </w:rPr>
      </w:pPr>
    </w:p>
    <w:p w:rsidR="00402E3D" w:rsidRPr="00F33775" w:rsidRDefault="00402E3D" w:rsidP="007C58D2">
      <w:pPr>
        <w:pStyle w:val="Heading1"/>
        <w:rPr>
          <w:lang w:val="en-GB"/>
        </w:rPr>
      </w:pPr>
      <w:r w:rsidRPr="00F33775">
        <w:rPr>
          <w:lang w:val="en-GB"/>
        </w:rPr>
        <w:t>References</w:t>
      </w:r>
    </w:p>
    <w:p w:rsidR="000600ED" w:rsidRPr="00803B5F" w:rsidRDefault="000600ED">
      <w:pPr>
        <w:rPr>
          <w:b/>
          <w:i/>
        </w:rPr>
      </w:pPr>
      <w:r w:rsidRPr="00803B5F">
        <w:rPr>
          <w:b/>
          <w:i/>
        </w:rPr>
        <w:t>Enter references here:  Include all articles reviewed, the reference for the data set, and any other sources you used for your introduction.</w:t>
      </w:r>
    </w:p>
    <w:p w:rsidR="00BA78BA" w:rsidRDefault="001E67D0" w:rsidP="00BA78BA">
      <w:pPr>
        <w:pStyle w:val="Heading1"/>
      </w:pPr>
      <w:r>
        <w:t>Figures and Tables</w:t>
      </w:r>
    </w:p>
    <w:p w:rsidR="00B245E2" w:rsidRDefault="000600ED" w:rsidP="00B245E2">
      <w:pPr>
        <w:rPr>
          <w:b/>
          <w:i/>
        </w:rPr>
      </w:pPr>
      <w:r w:rsidRPr="00803B5F">
        <w:rPr>
          <w:b/>
          <w:i/>
        </w:rPr>
        <w:t>Enter at least one table or graph with pertinent statistical data.  Be sure that each table or graph is properly labeled so that the purpose and interp</w:t>
      </w:r>
      <w:r w:rsidR="006A070A">
        <w:rPr>
          <w:b/>
          <w:i/>
        </w:rPr>
        <w:t>retation is clear to the reader.</w:t>
      </w:r>
    </w:p>
    <w:p w:rsidR="00FF430C" w:rsidRDefault="00FF430C" w:rsidP="00B245E2">
      <w:pPr>
        <w:rPr>
          <w:i/>
        </w:rPr>
      </w:pPr>
      <w:proofErr w:type="spellStart"/>
      <w:r>
        <w:rPr>
          <w:i/>
        </w:rPr>
        <w:t>Scatterplot</w:t>
      </w:r>
      <w:proofErr w:type="spellEnd"/>
      <w:r>
        <w:rPr>
          <w:i/>
        </w:rPr>
        <w:t xml:space="preserve">:  Height- Weight </w:t>
      </w:r>
    </w:p>
    <w:p w:rsidR="00BF1AE4" w:rsidRDefault="00FF430C" w:rsidP="00B245E2">
      <w:pPr>
        <w:rPr>
          <w:i/>
        </w:rPr>
      </w:pPr>
      <w:r>
        <w:rPr>
          <w:i/>
        </w:rPr>
        <w:t>Height</w:t>
      </w:r>
    </w:p>
    <w:p w:rsidR="00FF430C" w:rsidRDefault="00FF430C" w:rsidP="00B245E2">
      <w:pPr>
        <w:rPr>
          <w:i/>
        </w:rPr>
      </w:pPr>
      <w:r w:rsidRPr="00FF430C">
        <w:rPr>
          <w:i/>
          <w:noProof/>
          <w:lang w:bidi="ar-SA"/>
        </w:rPr>
        <w:drawing>
          <wp:inline distT="0" distB="0" distL="0" distR="0">
            <wp:extent cx="2733675" cy="1676400"/>
            <wp:effectExtent l="0" t="0" r="0" b="0"/>
            <wp:docPr id="2" name="Picture 2" descr="http://www.csus.edu/indiv/j/jgehrman/courses/stat1/regression/3regre12.gif"/>
            <wp:cNvGraphicFramePr/>
            <a:graphic xmlns:a="http://schemas.openxmlformats.org/drawingml/2006/main">
              <a:graphicData uri="http://schemas.openxmlformats.org/drawingml/2006/picture">
                <pic:pic xmlns:pic="http://schemas.openxmlformats.org/drawingml/2006/picture">
                  <pic:nvPicPr>
                    <pic:cNvPr id="52228" name="Picture 4" descr="http://www.csus.edu/indiv/j/jgehrman/courses/stat1/regression/3regre12.gif"/>
                    <pic:cNvPicPr>
                      <a:picLocks noChangeAspect="1" noChangeArrowheads="1"/>
                    </pic:cNvPicPr>
                  </pic:nvPicPr>
                  <pic:blipFill>
                    <a:blip r:embed="rId10" cstate="print"/>
                    <a:srcRect/>
                    <a:stretch>
                      <a:fillRect/>
                    </a:stretch>
                  </pic:blipFill>
                  <pic:spPr bwMode="auto">
                    <a:xfrm>
                      <a:off x="0" y="0"/>
                      <a:ext cx="2733675" cy="1676400"/>
                    </a:xfrm>
                    <a:prstGeom prst="rect">
                      <a:avLst/>
                    </a:prstGeom>
                    <a:noFill/>
                  </pic:spPr>
                </pic:pic>
              </a:graphicData>
            </a:graphic>
          </wp:inline>
        </w:drawing>
      </w:r>
    </w:p>
    <w:p w:rsidR="00FF430C" w:rsidRPr="00BF1AE4" w:rsidRDefault="00FF430C" w:rsidP="00B245E2">
      <w:pPr>
        <w:rPr>
          <w:i/>
        </w:rPr>
      </w:pPr>
      <w:r>
        <w:rPr>
          <w:i/>
        </w:rPr>
        <w:tab/>
      </w:r>
      <w:r>
        <w:rPr>
          <w:i/>
        </w:rPr>
        <w:tab/>
        <w:t xml:space="preserve">Weight </w:t>
      </w:r>
    </w:p>
    <w:p w:rsidR="005F3360" w:rsidRDefault="005F3360" w:rsidP="00E06954">
      <w:pPr>
        <w:pStyle w:val="Heading1"/>
      </w:pPr>
    </w:p>
    <w:p w:rsidR="005F3360" w:rsidRDefault="005F3360" w:rsidP="005F3360">
      <w:pPr>
        <w:pStyle w:val="Heading1"/>
      </w:pPr>
    </w:p>
    <w:sectPr w:rsidR="005F3360" w:rsidSect="002073EC">
      <w:headerReference w:type="default" r:id="rId11"/>
      <w:footerReference w:type="default" r:id="rId12"/>
      <w:footnotePr>
        <w:numFmt w:val="chicago"/>
      </w:footnotePr>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467" w:rsidRDefault="00C24467" w:rsidP="00F169C7">
      <w:pPr>
        <w:spacing w:after="0" w:line="240" w:lineRule="auto"/>
      </w:pPr>
      <w:r>
        <w:separator/>
      </w:r>
    </w:p>
  </w:endnote>
  <w:endnote w:type="continuationSeparator" w:id="0">
    <w:p w:rsidR="00C24467" w:rsidRDefault="00C24467" w:rsidP="00F169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6154"/>
      <w:docPartObj>
        <w:docPartGallery w:val="Page Numbers (Bottom of Page)"/>
        <w:docPartUnique/>
      </w:docPartObj>
    </w:sdtPr>
    <w:sdtContent>
      <w:p w:rsidR="00BF1AE4" w:rsidRDefault="00A60E96">
        <w:pPr>
          <w:pStyle w:val="Footer"/>
          <w:jc w:val="center"/>
        </w:pPr>
        <w:r>
          <w:fldChar w:fldCharType="begin"/>
        </w:r>
        <w:r w:rsidR="000C6467">
          <w:instrText xml:space="preserve"> PAGE   \* MERGEFORMAT </w:instrText>
        </w:r>
        <w:r>
          <w:fldChar w:fldCharType="separate"/>
        </w:r>
        <w:r w:rsidR="0009012B">
          <w:rPr>
            <w:noProof/>
          </w:rPr>
          <w:t>2</w:t>
        </w:r>
        <w:r>
          <w:rPr>
            <w:noProof/>
          </w:rPr>
          <w:fldChar w:fldCharType="end"/>
        </w:r>
      </w:p>
    </w:sdtContent>
  </w:sdt>
  <w:p w:rsidR="00BF1AE4" w:rsidRDefault="00BF1A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467" w:rsidRDefault="00C24467" w:rsidP="00F169C7">
      <w:pPr>
        <w:spacing w:after="0" w:line="240" w:lineRule="auto"/>
      </w:pPr>
      <w:r>
        <w:separator/>
      </w:r>
    </w:p>
  </w:footnote>
  <w:footnote w:type="continuationSeparator" w:id="0">
    <w:p w:rsidR="00C24467" w:rsidRDefault="00C24467" w:rsidP="00F169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AE4" w:rsidRPr="00F169C7" w:rsidRDefault="00BF1AE4" w:rsidP="002073EC">
    <w:pPr>
      <w:pStyle w:val="Header"/>
      <w:jc w:val="center"/>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82416"/>
    <w:multiLevelType w:val="hybridMultilevel"/>
    <w:tmpl w:val="4DE0F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A87151"/>
    <w:multiLevelType w:val="hybridMultilevel"/>
    <w:tmpl w:val="3E62C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7472E"/>
    <w:multiLevelType w:val="hybridMultilevel"/>
    <w:tmpl w:val="8A123C6C"/>
    <w:lvl w:ilvl="0" w:tplc="5EDEEB4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numFmt w:val="chicago"/>
    <w:footnote w:id="-1"/>
    <w:footnote w:id="0"/>
  </w:footnotePr>
  <w:endnotePr>
    <w:endnote w:id="-1"/>
    <w:endnote w:id="0"/>
  </w:endnotePr>
  <w:compat>
    <w:useFELayout/>
  </w:compat>
  <w:rsids>
    <w:rsidRoot w:val="000600ED"/>
    <w:rsid w:val="000600ED"/>
    <w:rsid w:val="0009012B"/>
    <w:rsid w:val="000C6467"/>
    <w:rsid w:val="000E3CBD"/>
    <w:rsid w:val="00127BE6"/>
    <w:rsid w:val="00193271"/>
    <w:rsid w:val="00194044"/>
    <w:rsid w:val="001E67D0"/>
    <w:rsid w:val="002073EC"/>
    <w:rsid w:val="002138B0"/>
    <w:rsid w:val="002213F1"/>
    <w:rsid w:val="003B30A1"/>
    <w:rsid w:val="003D0CE9"/>
    <w:rsid w:val="003E6E99"/>
    <w:rsid w:val="003F251F"/>
    <w:rsid w:val="00402E3D"/>
    <w:rsid w:val="00415701"/>
    <w:rsid w:val="00486660"/>
    <w:rsid w:val="004A11DF"/>
    <w:rsid w:val="004B6320"/>
    <w:rsid w:val="004C64BF"/>
    <w:rsid w:val="004E0AC1"/>
    <w:rsid w:val="005053D3"/>
    <w:rsid w:val="00511A9A"/>
    <w:rsid w:val="00595163"/>
    <w:rsid w:val="005F3360"/>
    <w:rsid w:val="006216FF"/>
    <w:rsid w:val="00650A35"/>
    <w:rsid w:val="00657C5E"/>
    <w:rsid w:val="00661532"/>
    <w:rsid w:val="006A070A"/>
    <w:rsid w:val="006A15DE"/>
    <w:rsid w:val="006C54F7"/>
    <w:rsid w:val="00701059"/>
    <w:rsid w:val="007C58D2"/>
    <w:rsid w:val="007E6827"/>
    <w:rsid w:val="00803B5F"/>
    <w:rsid w:val="008177E0"/>
    <w:rsid w:val="00852835"/>
    <w:rsid w:val="008A6CC5"/>
    <w:rsid w:val="008F3117"/>
    <w:rsid w:val="009F1130"/>
    <w:rsid w:val="00A077D5"/>
    <w:rsid w:val="00A22562"/>
    <w:rsid w:val="00A54B0C"/>
    <w:rsid w:val="00A56970"/>
    <w:rsid w:val="00A60E96"/>
    <w:rsid w:val="00B23EC7"/>
    <w:rsid w:val="00B245E2"/>
    <w:rsid w:val="00B5032E"/>
    <w:rsid w:val="00B8449B"/>
    <w:rsid w:val="00BA78BA"/>
    <w:rsid w:val="00BB25A3"/>
    <w:rsid w:val="00BC57EA"/>
    <w:rsid w:val="00BD1EF5"/>
    <w:rsid w:val="00BE43B6"/>
    <w:rsid w:val="00BF1AE4"/>
    <w:rsid w:val="00C24467"/>
    <w:rsid w:val="00C746B5"/>
    <w:rsid w:val="00CB3A9E"/>
    <w:rsid w:val="00DC6DFD"/>
    <w:rsid w:val="00DF3943"/>
    <w:rsid w:val="00E06954"/>
    <w:rsid w:val="00E45FBC"/>
    <w:rsid w:val="00EA211A"/>
    <w:rsid w:val="00EE5838"/>
    <w:rsid w:val="00F169C7"/>
    <w:rsid w:val="00F2508C"/>
    <w:rsid w:val="00F6627B"/>
    <w:rsid w:val="00F7777F"/>
    <w:rsid w:val="00FA4DDF"/>
    <w:rsid w:val="00FF29D2"/>
    <w:rsid w:val="00FF43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8D2"/>
  </w:style>
  <w:style w:type="paragraph" w:styleId="Heading1">
    <w:name w:val="heading 1"/>
    <w:basedOn w:val="Normal"/>
    <w:next w:val="Normal"/>
    <w:link w:val="Heading1Char"/>
    <w:uiPriority w:val="9"/>
    <w:qFormat/>
    <w:rsid w:val="007C58D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7C58D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7C58D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unhideWhenUsed/>
    <w:qFormat/>
    <w:rsid w:val="007C58D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C58D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C58D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C58D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C58D2"/>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C58D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8D2"/>
    <w:rPr>
      <w:rFonts w:eastAsiaTheme="majorEastAsia" w:cstheme="majorBidi"/>
      <w:caps/>
      <w:color w:val="632423" w:themeColor="accent2" w:themeShade="80"/>
      <w:spacing w:val="20"/>
      <w:sz w:val="28"/>
      <w:szCs w:val="28"/>
    </w:rPr>
  </w:style>
  <w:style w:type="paragraph" w:styleId="DocumentMap">
    <w:name w:val="Document Map"/>
    <w:basedOn w:val="Normal"/>
    <w:link w:val="DocumentMapChar"/>
    <w:uiPriority w:val="99"/>
    <w:semiHidden/>
    <w:unhideWhenUsed/>
    <w:rsid w:val="007C58D2"/>
    <w:rPr>
      <w:rFonts w:ascii="Tahoma" w:hAnsi="Tahoma" w:cs="Tahoma"/>
      <w:sz w:val="16"/>
      <w:szCs w:val="16"/>
    </w:rPr>
  </w:style>
  <w:style w:type="character" w:customStyle="1" w:styleId="DocumentMapChar">
    <w:name w:val="Document Map Char"/>
    <w:basedOn w:val="DefaultParagraphFont"/>
    <w:link w:val="DocumentMap"/>
    <w:uiPriority w:val="99"/>
    <w:semiHidden/>
    <w:rsid w:val="007C58D2"/>
    <w:rPr>
      <w:rFonts w:ascii="Tahoma" w:eastAsia="Times New Roman" w:hAnsi="Tahoma" w:cs="Tahoma"/>
      <w:sz w:val="16"/>
      <w:szCs w:val="16"/>
    </w:rPr>
  </w:style>
  <w:style w:type="character" w:customStyle="1" w:styleId="Heading2Char">
    <w:name w:val="Heading 2 Char"/>
    <w:basedOn w:val="DefaultParagraphFont"/>
    <w:link w:val="Heading2"/>
    <w:uiPriority w:val="9"/>
    <w:rsid w:val="007C58D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7C58D2"/>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rsid w:val="007C58D2"/>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rsid w:val="007C58D2"/>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rsid w:val="007C58D2"/>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7C58D2"/>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7C58D2"/>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7C58D2"/>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7C58D2"/>
    <w:rPr>
      <w:caps/>
      <w:spacing w:val="10"/>
      <w:sz w:val="18"/>
      <w:szCs w:val="18"/>
    </w:rPr>
  </w:style>
  <w:style w:type="paragraph" w:styleId="Title">
    <w:name w:val="Title"/>
    <w:basedOn w:val="Normal"/>
    <w:next w:val="Normal"/>
    <w:link w:val="TitleChar"/>
    <w:uiPriority w:val="10"/>
    <w:qFormat/>
    <w:rsid w:val="007C58D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C58D2"/>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7C58D2"/>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C58D2"/>
    <w:rPr>
      <w:rFonts w:eastAsiaTheme="majorEastAsia" w:cstheme="majorBidi"/>
      <w:caps/>
      <w:spacing w:val="20"/>
      <w:sz w:val="18"/>
      <w:szCs w:val="18"/>
    </w:rPr>
  </w:style>
  <w:style w:type="character" w:styleId="Strong">
    <w:name w:val="Strong"/>
    <w:uiPriority w:val="22"/>
    <w:qFormat/>
    <w:rsid w:val="007C58D2"/>
    <w:rPr>
      <w:b/>
      <w:bCs/>
      <w:color w:val="943634" w:themeColor="accent2" w:themeShade="BF"/>
      <w:spacing w:val="5"/>
    </w:rPr>
  </w:style>
  <w:style w:type="character" w:styleId="Emphasis">
    <w:name w:val="Emphasis"/>
    <w:uiPriority w:val="20"/>
    <w:qFormat/>
    <w:rsid w:val="007C58D2"/>
    <w:rPr>
      <w:caps/>
      <w:spacing w:val="5"/>
      <w:sz w:val="20"/>
      <w:szCs w:val="20"/>
    </w:rPr>
  </w:style>
  <w:style w:type="paragraph" w:styleId="NoSpacing">
    <w:name w:val="No Spacing"/>
    <w:basedOn w:val="Normal"/>
    <w:link w:val="NoSpacingChar"/>
    <w:uiPriority w:val="1"/>
    <w:qFormat/>
    <w:rsid w:val="007C58D2"/>
    <w:pPr>
      <w:spacing w:after="0" w:line="240" w:lineRule="auto"/>
    </w:pPr>
  </w:style>
  <w:style w:type="paragraph" w:styleId="ListParagraph">
    <w:name w:val="List Paragraph"/>
    <w:basedOn w:val="Normal"/>
    <w:uiPriority w:val="34"/>
    <w:qFormat/>
    <w:rsid w:val="007C58D2"/>
    <w:pPr>
      <w:ind w:left="720"/>
      <w:contextualSpacing/>
    </w:pPr>
  </w:style>
  <w:style w:type="paragraph" w:styleId="Quote">
    <w:name w:val="Quote"/>
    <w:basedOn w:val="Normal"/>
    <w:next w:val="Normal"/>
    <w:link w:val="QuoteChar"/>
    <w:uiPriority w:val="29"/>
    <w:qFormat/>
    <w:rsid w:val="007C58D2"/>
    <w:rPr>
      <w:i/>
      <w:iCs/>
    </w:rPr>
  </w:style>
  <w:style w:type="character" w:customStyle="1" w:styleId="QuoteChar">
    <w:name w:val="Quote Char"/>
    <w:basedOn w:val="DefaultParagraphFont"/>
    <w:link w:val="Quote"/>
    <w:uiPriority w:val="29"/>
    <w:rsid w:val="007C58D2"/>
    <w:rPr>
      <w:rFonts w:eastAsiaTheme="majorEastAsia" w:cstheme="majorBidi"/>
      <w:i/>
      <w:iCs/>
    </w:rPr>
  </w:style>
  <w:style w:type="paragraph" w:styleId="IntenseQuote">
    <w:name w:val="Intense Quote"/>
    <w:basedOn w:val="Normal"/>
    <w:next w:val="Normal"/>
    <w:link w:val="IntenseQuoteChar"/>
    <w:uiPriority w:val="30"/>
    <w:qFormat/>
    <w:rsid w:val="007C58D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C58D2"/>
    <w:rPr>
      <w:rFonts w:eastAsiaTheme="majorEastAsia" w:cstheme="majorBidi"/>
      <w:caps/>
      <w:color w:val="622423" w:themeColor="accent2" w:themeShade="7F"/>
      <w:spacing w:val="5"/>
      <w:sz w:val="20"/>
      <w:szCs w:val="20"/>
    </w:rPr>
  </w:style>
  <w:style w:type="character" w:styleId="SubtleEmphasis">
    <w:name w:val="Subtle Emphasis"/>
    <w:uiPriority w:val="19"/>
    <w:qFormat/>
    <w:rsid w:val="007C58D2"/>
    <w:rPr>
      <w:i/>
      <w:iCs/>
    </w:rPr>
  </w:style>
  <w:style w:type="character" w:styleId="IntenseEmphasis">
    <w:name w:val="Intense Emphasis"/>
    <w:uiPriority w:val="21"/>
    <w:qFormat/>
    <w:rsid w:val="007C58D2"/>
    <w:rPr>
      <w:i/>
      <w:iCs/>
      <w:caps/>
      <w:spacing w:val="10"/>
      <w:sz w:val="20"/>
      <w:szCs w:val="20"/>
    </w:rPr>
  </w:style>
  <w:style w:type="character" w:styleId="SubtleReference">
    <w:name w:val="Subtle Reference"/>
    <w:basedOn w:val="DefaultParagraphFont"/>
    <w:uiPriority w:val="31"/>
    <w:qFormat/>
    <w:rsid w:val="007C58D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C58D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C58D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C58D2"/>
    <w:pPr>
      <w:outlineLvl w:val="9"/>
    </w:pPr>
  </w:style>
  <w:style w:type="character" w:customStyle="1" w:styleId="NoSpacingChar">
    <w:name w:val="No Spacing Char"/>
    <w:basedOn w:val="DefaultParagraphFont"/>
    <w:link w:val="NoSpacing"/>
    <w:uiPriority w:val="1"/>
    <w:rsid w:val="007C58D2"/>
  </w:style>
  <w:style w:type="character" w:styleId="Hyperlink">
    <w:name w:val="Hyperlink"/>
    <w:basedOn w:val="DefaultParagraphFont"/>
    <w:uiPriority w:val="99"/>
    <w:unhideWhenUsed/>
    <w:rsid w:val="00BB25A3"/>
    <w:rPr>
      <w:color w:val="0000FF" w:themeColor="hyperlink"/>
      <w:u w:val="single"/>
    </w:rPr>
  </w:style>
  <w:style w:type="paragraph" w:styleId="Header">
    <w:name w:val="header"/>
    <w:basedOn w:val="Normal"/>
    <w:link w:val="HeaderChar"/>
    <w:uiPriority w:val="99"/>
    <w:semiHidden/>
    <w:unhideWhenUsed/>
    <w:rsid w:val="00F169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69C7"/>
  </w:style>
  <w:style w:type="paragraph" w:styleId="Footer">
    <w:name w:val="footer"/>
    <w:basedOn w:val="Normal"/>
    <w:link w:val="FooterChar"/>
    <w:uiPriority w:val="99"/>
    <w:unhideWhenUsed/>
    <w:rsid w:val="00F16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9C7"/>
  </w:style>
  <w:style w:type="table" w:styleId="TableGrid">
    <w:name w:val="Table Grid"/>
    <w:basedOn w:val="TableNormal"/>
    <w:uiPriority w:val="1"/>
    <w:rsid w:val="00F169C7"/>
    <w:pPr>
      <w:spacing w:after="0" w:line="240" w:lineRule="auto"/>
    </w:pPr>
    <w:rPr>
      <w:rFonts w:asciiTheme="minorHAnsi" w:eastAsiaTheme="minorEastAsia" w:hAnsiTheme="minorHAnsi"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169C7"/>
    <w:rPr>
      <w:color w:val="808080"/>
    </w:rPr>
  </w:style>
  <w:style w:type="paragraph" w:styleId="FootnoteText">
    <w:name w:val="footnote text"/>
    <w:basedOn w:val="Normal"/>
    <w:link w:val="FootnoteTextChar"/>
    <w:uiPriority w:val="99"/>
    <w:semiHidden/>
    <w:unhideWhenUsed/>
    <w:rsid w:val="001E67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67D0"/>
    <w:rPr>
      <w:sz w:val="20"/>
      <w:szCs w:val="20"/>
    </w:rPr>
  </w:style>
  <w:style w:type="character" w:styleId="FootnoteReference">
    <w:name w:val="footnote reference"/>
    <w:basedOn w:val="DefaultParagraphFont"/>
    <w:uiPriority w:val="99"/>
    <w:semiHidden/>
    <w:unhideWhenUsed/>
    <w:rsid w:val="001E67D0"/>
    <w:rPr>
      <w:vertAlign w:val="superscript"/>
    </w:rPr>
  </w:style>
  <w:style w:type="paragraph" w:styleId="BalloonText">
    <w:name w:val="Balloon Text"/>
    <w:basedOn w:val="Normal"/>
    <w:link w:val="BalloonTextChar"/>
    <w:uiPriority w:val="99"/>
    <w:semiHidden/>
    <w:unhideWhenUsed/>
    <w:rsid w:val="00127B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BE6"/>
    <w:rPr>
      <w:rFonts w:ascii="Tahoma" w:hAnsi="Tahoma" w:cs="Tahoma"/>
      <w:sz w:val="16"/>
      <w:szCs w:val="16"/>
    </w:rPr>
  </w:style>
  <w:style w:type="paragraph" w:styleId="NormalWeb">
    <w:name w:val="Normal (Web)"/>
    <w:basedOn w:val="Normal"/>
    <w:uiPriority w:val="99"/>
    <w:semiHidden/>
    <w:unhideWhenUsed/>
    <w:rsid w:val="006A15DE"/>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rmans\AppData\Roaming\Microsoft\Templates\TP03000016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ADD9C6B8EC4AB1B65A3BC2E8668F82"/>
        <w:category>
          <w:name w:val="General"/>
          <w:gallery w:val="placeholder"/>
        </w:category>
        <w:types>
          <w:type w:val="bbPlcHdr"/>
        </w:types>
        <w:behaviors>
          <w:behavior w:val="content"/>
        </w:behaviors>
        <w:guid w:val="{69C5B8A2-F857-4B7E-BCA7-BDFD8E639DE1}"/>
      </w:docPartPr>
      <w:docPartBody>
        <w:p w:rsidR="000C24A1" w:rsidRDefault="004B7995">
          <w:pPr>
            <w:pStyle w:val="4CADD9C6B8EC4AB1B65A3BC2E8668F82"/>
          </w:pPr>
          <w:r>
            <w:rPr>
              <w:rStyle w:val="PlaceholderText"/>
            </w:rPr>
            <w:t>[Type Title]</w:t>
          </w:r>
        </w:p>
      </w:docPartBody>
    </w:docPart>
    <w:docPart>
      <w:docPartPr>
        <w:name w:val="69104F5C68B840D3BFFF1AC137029C8D"/>
        <w:category>
          <w:name w:val="General"/>
          <w:gallery w:val="placeholder"/>
        </w:category>
        <w:types>
          <w:type w:val="bbPlcHdr"/>
        </w:types>
        <w:behaviors>
          <w:behavior w:val="content"/>
        </w:behaviors>
        <w:guid w:val="{6E08B0B4-A03C-4EEC-9E63-9B1B2454BAE7}"/>
      </w:docPartPr>
      <w:docPartBody>
        <w:p w:rsidR="000C24A1" w:rsidRDefault="004B7995">
          <w:pPr>
            <w:pStyle w:val="69104F5C68B840D3BFFF1AC137029C8D"/>
          </w:pPr>
          <w:r w:rsidRPr="00595163">
            <w:rPr>
              <w:rStyle w:val="PlaceholderText"/>
              <w:color w:val="595959" w:themeColor="text1" w:themeTint="A6"/>
            </w:rPr>
            <w:t>[Type Authors</w:t>
          </w:r>
          <w:r w:rsidRPr="00595163">
            <w:rPr>
              <w:rStyle w:val="PlaceholderText"/>
              <w:color w:val="595959" w:themeColor="text1" w:themeTint="A6"/>
              <w:vertAlign w:val="superscript"/>
            </w:rPr>
            <w:t>1</w:t>
          </w:r>
          <w:r w:rsidRPr="00595163">
            <w:rPr>
              <w:rStyle w:val="PlaceholderText"/>
              <w:color w:val="595959" w:themeColor="text1" w:themeTint="A6"/>
            </w:rPr>
            <w:t>]</w:t>
          </w:r>
        </w:p>
      </w:docPartBody>
    </w:docPart>
    <w:docPart>
      <w:docPartPr>
        <w:name w:val="483E40806A764FDDA6F5505525494FD7"/>
        <w:category>
          <w:name w:val="General"/>
          <w:gallery w:val="placeholder"/>
        </w:category>
        <w:types>
          <w:type w:val="bbPlcHdr"/>
        </w:types>
        <w:behaviors>
          <w:behavior w:val="content"/>
        </w:behaviors>
        <w:guid w:val="{83E8297E-04C7-440A-8AB7-5A7CB129FDC3}"/>
      </w:docPartPr>
      <w:docPartBody>
        <w:p w:rsidR="000C24A1" w:rsidRDefault="004B7995">
          <w:pPr>
            <w:pStyle w:val="483E40806A764FDDA6F5505525494FD7"/>
          </w:pPr>
          <w:r>
            <w:rPr>
              <w:rStyle w:val="PlaceholderText"/>
            </w:rPr>
            <w:t xml:space="preserve">[Type </w:t>
          </w:r>
          <w:r>
            <w:rPr>
              <w:rStyle w:val="PlaceholderText"/>
              <w:vertAlign w:val="superscript"/>
            </w:rPr>
            <w:t>1</w:t>
          </w:r>
          <w:r>
            <w:rPr>
              <w:rStyle w:val="PlaceholderText"/>
            </w:rPr>
            <w:t>Main Affiliations of Authors]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4B7995"/>
    <w:rsid w:val="000C24A1"/>
    <w:rsid w:val="001A4EE8"/>
    <w:rsid w:val="00481D0D"/>
    <w:rsid w:val="004B7995"/>
    <w:rsid w:val="00A975ED"/>
    <w:rsid w:val="00C91AA7"/>
    <w:rsid w:val="00CF7D3E"/>
    <w:rsid w:val="00EB0B21"/>
    <w:rsid w:val="00FC30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4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24A1"/>
    <w:rPr>
      <w:color w:val="808080"/>
    </w:rPr>
  </w:style>
  <w:style w:type="paragraph" w:customStyle="1" w:styleId="4CADD9C6B8EC4AB1B65A3BC2E8668F82">
    <w:name w:val="4CADD9C6B8EC4AB1B65A3BC2E8668F82"/>
    <w:rsid w:val="000C24A1"/>
  </w:style>
  <w:style w:type="paragraph" w:customStyle="1" w:styleId="69104F5C68B840D3BFFF1AC137029C8D">
    <w:name w:val="69104F5C68B840D3BFFF1AC137029C8D"/>
    <w:rsid w:val="000C24A1"/>
  </w:style>
  <w:style w:type="paragraph" w:customStyle="1" w:styleId="483E40806A764FDDA6F5505525494FD7">
    <w:name w:val="483E40806A764FDDA6F5505525494FD7"/>
    <w:rsid w:val="000C24A1"/>
  </w:style>
  <w:style w:type="paragraph" w:customStyle="1" w:styleId="136A08B223D443569C5316845F67F1F3">
    <w:name w:val="136A08B223D443569C5316845F67F1F3"/>
    <w:rsid w:val="000C24A1"/>
  </w:style>
  <w:style w:type="paragraph" w:customStyle="1" w:styleId="95A0E325E36243D5AD8B433E419358B0">
    <w:name w:val="95A0E325E36243D5AD8B433E419358B0"/>
    <w:rsid w:val="000C24A1"/>
  </w:style>
  <w:style w:type="paragraph" w:customStyle="1" w:styleId="A8A71E3524A74DFBA61AD386EE46682F">
    <w:name w:val="A8A71E3524A74DFBA61AD386EE46682F"/>
    <w:rsid w:val="000C24A1"/>
  </w:style>
  <w:style w:type="paragraph" w:customStyle="1" w:styleId="C6F0FE8F00D44E889164898C898495AE">
    <w:name w:val="C6F0FE8F00D44E889164898C898495AE"/>
    <w:rsid w:val="000C24A1"/>
  </w:style>
  <w:style w:type="paragraph" w:customStyle="1" w:styleId="67A229904A154604853BD9FDF1DF23F9">
    <w:name w:val="67A229904A154604853BD9FDF1DF23F9"/>
    <w:rsid w:val="000C24A1"/>
  </w:style>
  <w:style w:type="paragraph" w:customStyle="1" w:styleId="6FE5554B8CB7447DB60AF177D7886EDA">
    <w:name w:val="6FE5554B8CB7447DB60AF177D7886EDA"/>
    <w:rsid w:val="000C24A1"/>
  </w:style>
  <w:style w:type="paragraph" w:customStyle="1" w:styleId="279AE98596914A918C93AC08843B5FAB">
    <w:name w:val="279AE98596914A918C93AC08843B5FAB"/>
    <w:rsid w:val="000C24A1"/>
  </w:style>
  <w:style w:type="paragraph" w:customStyle="1" w:styleId="33E700942DD44825AB3B14F8D08BC463">
    <w:name w:val="33E700942DD44825AB3B14F8D08BC463"/>
    <w:rsid w:val="000C24A1"/>
  </w:style>
  <w:style w:type="paragraph" w:customStyle="1" w:styleId="9DD573630EA14120AF83BF95CF62476C">
    <w:name w:val="9DD573630EA14120AF83BF95CF62476C"/>
    <w:rsid w:val="000C24A1"/>
  </w:style>
  <w:style w:type="paragraph" w:customStyle="1" w:styleId="F21A0E1D4BF442569857CE5E0AED21E2">
    <w:name w:val="F21A0E1D4BF442569857CE5E0AED21E2"/>
    <w:rsid w:val="000C24A1"/>
  </w:style>
  <w:style w:type="paragraph" w:customStyle="1" w:styleId="3309DD61508F4898A004E24209EB8F30">
    <w:name w:val="3309DD61508F4898A004E24209EB8F30"/>
    <w:rsid w:val="000C24A1"/>
  </w:style>
  <w:style w:type="paragraph" w:customStyle="1" w:styleId="2F408B4F61524CAA9F09F886BE817FE1">
    <w:name w:val="2F408B4F61524CAA9F09F886BE817FE1"/>
    <w:rsid w:val="000C24A1"/>
  </w:style>
  <w:style w:type="paragraph" w:customStyle="1" w:styleId="8F737A286DCC41B0AD36BC85446FAC6D">
    <w:name w:val="8F737A286DCC41B0AD36BC85446FAC6D"/>
    <w:rsid w:val="000C24A1"/>
  </w:style>
  <w:style w:type="paragraph" w:customStyle="1" w:styleId="8EE9CC846DC24CBB81EDF928A82570DE">
    <w:name w:val="8EE9CC846DC24CBB81EDF928A82570DE"/>
    <w:rsid w:val="000C24A1"/>
  </w:style>
  <w:style w:type="paragraph" w:customStyle="1" w:styleId="E1B60426F06540068E2C571729742897">
    <w:name w:val="E1B60426F06540068E2C571729742897"/>
    <w:rsid w:val="000C24A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2C0DF6-C657-4C2F-BF9A-1D2B0757A1FE}">
  <ds:schemaRefs>
    <ds:schemaRef ds:uri="http://schemas.microsoft.com/sharepoint/v3/contenttype/forms"/>
  </ds:schemaRefs>
</ds:datastoreItem>
</file>

<file path=customXml/itemProps3.xml><?xml version="1.0" encoding="utf-8"?>
<ds:datastoreItem xmlns:ds="http://schemas.openxmlformats.org/officeDocument/2006/customXml" ds:itemID="{85394075-41FC-47C7-BD05-73DCB254E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TP030000161</Template>
  <TotalTime>5</TotalTime>
  <Pages>4</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Surmans</dc:creator>
  <cp:lastModifiedBy>Stacy Hughey Surman</cp:lastModifiedBy>
  <cp:revision>7</cp:revision>
  <cp:lastPrinted>2011-11-29T20:08:00Z</cp:lastPrinted>
  <dcterms:created xsi:type="dcterms:W3CDTF">2011-11-29T20:30:00Z</dcterms:created>
  <dcterms:modified xsi:type="dcterms:W3CDTF">2012-03-20T19:51:00Z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TC300001619990</vt:lpwstr>
  </property>
</Properties>
</file>